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C91D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321C2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="003321C2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="003321C2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9F2F4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802D05" w:rsidRDefault="00D0461E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16F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Јужна  Европа: друштвено</w:t>
            </w:r>
            <w:r w:rsidR="009F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географске  одлике-</w:t>
            </w:r>
            <w:r w:rsidR="009F2F46" w:rsidRPr="007C1B99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Оријентација  ка  туризму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802D05" w:rsidRDefault="00813711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</w:t>
            </w:r>
            <w:r w:rsidR="00E16F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географске  одлике 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Јужне  Европе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</w:t>
            </w:r>
            <w:r w:rsidR="00E16FB1">
              <w:rPr>
                <w:rFonts w:ascii="Times New Roman" w:hAnsi="Times New Roman"/>
                <w:sz w:val="24"/>
                <w:szCs w:val="24"/>
                <w:lang w:val="sr-Cyrl-CS"/>
              </w:rPr>
              <w:t>друштвено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географским одлика  Јужне  Европе-</w:t>
            </w:r>
            <w:r w:rsidR="00E16FB1">
              <w:rPr>
                <w:rFonts w:ascii="Times New Roman" w:hAnsi="Times New Roman"/>
                <w:sz w:val="24"/>
                <w:szCs w:val="24"/>
                <w:lang w:val="sr-Cyrl-CS"/>
              </w:rPr>
              <w:t>достигнућима  у  области  култу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ре  и  науке,  становништву, привреди,  нарочито  туризму.</w:t>
            </w:r>
          </w:p>
          <w:p w:rsidR="00530636" w:rsidRPr="00802D05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0E7E1B" w:rsidRPr="000E7E1B" w:rsidRDefault="000E7E1B" w:rsidP="000E7E1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0E7E1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Pr="000E7E1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схвати  значај  народа  и  земаља  Јужне  Европе у  развоју  цивилизације  и  културе</w:t>
            </w:r>
          </w:p>
          <w:p w:rsidR="000E7E1B" w:rsidRPr="000E7E1B" w:rsidRDefault="000E7E1B" w:rsidP="000E7E1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0E7E1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основне  одлике  становништва</w:t>
            </w:r>
          </w:p>
          <w:p w:rsidR="000E7E1B" w:rsidRPr="000E7E1B" w:rsidRDefault="000E7E1B" w:rsidP="000E7E1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0E7E1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на који  начин су  природне  и  друштвене  одлике  Ј. Европе  утицале  на  развој  туризма</w:t>
            </w:r>
          </w:p>
          <w:p w:rsidR="00D0461E" w:rsidRDefault="000E7E1B" w:rsidP="00530636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0E7E1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проблем  загађења  Средоземног мора</w:t>
            </w:r>
          </w:p>
          <w:p w:rsidR="00E16FB1" w:rsidRPr="00E16FB1" w:rsidRDefault="00E16FB1" w:rsidP="00530636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30636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ГЕ1.1.3. Препознаје  и чита  географске и  допунске  елементе  карте-називе  мора,  острва,  полуострва,  план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ина,  низија,  река и  већих  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дова  .</w:t>
            </w:r>
          </w:p>
          <w:p w:rsidR="009B224E" w:rsidRPr="009B224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</w:t>
            </w:r>
            <w:r w:rsidR="00E16FB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Препознаје  основне   друштвено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географске  одлике  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Јужне  Европе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ГЕ2.1.2. Одређује  положај  места  и 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тачака на  географској  карт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и-мора, острва, 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E16FB1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ГЕ2.4.1.Описује   друштвено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географске  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одлике  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Јужне  Европе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E7E1B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ГЕ3.1.1.Анализира  географску  карту  и  доноси  закључке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утицају  географског  положаја  Јужне  Европе  у  склопу  Средоземља  на  одлике  и  размештај  становништва,  на  одлике  привреде,  а  нарочито  на  развој  туризма.</w:t>
            </w:r>
          </w:p>
          <w:p w:rsidR="00657717" w:rsidRPr="00657717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 3.4.1.Објашњава  географске  везе  и  законитости   Јужне  Европе.</w:t>
            </w:r>
          </w:p>
          <w:p w:rsidR="00530636" w:rsidRPr="00802D05" w:rsidRDefault="00D012A5" w:rsidP="00802D0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Објашњава  утицај  географског  положаја  у  оквиру  Средоземља  на</w:t>
            </w:r>
            <w:r w:rsid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основне  друштвено-географске  одлике  </w:t>
            </w:r>
            <w:r w:rsidR="000E7E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Јужне  Европе.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802D05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Европе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A16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A16856" w:rsidRDefault="00A16856" w:rsidP="001D57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Анализирамо са  ученицима  табелу  бр.1. (12.  стр.  у  уџбенику).Тражимо  да  ученици  на  карти  у  атласу  пронађу  наведене  државе  из  табеле и  њихове  главне  градове.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A1685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CC6EB9" w:rsidRDefault="00A16856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Објашњавамо  зашто  је  Ј.  Европа  прави  „резерват“ културно-историјских  споменика  из  различитих  епоха., нарочито Грчка,  Италија  и  Шпанија.Истичемо најзначајније  личности—научнике,  уметнике,  морепловце  са  простора  Ј.  Европе,  али  и  културно-историјске  споменике.Ученике  упућјемо   да  упознају Унескову  Листу  светске  баштине.Образлажемо  етничко.  језичко и  верско  шаренило Ј.Европе.Упознајемо  ученике  са  стално  присутним разноврсним миграцијама  и  њиховим  последицама.Објашњавамо</w:t>
            </w:r>
            <w:r w:rsidR="00CC6E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уз  помоћ карте  Европе, зашто  је  Средоземљ</w:t>
            </w:r>
            <w:r w:rsidR="00CC6E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дуго  било  „центар  света“,  зашто  је и кад  изгубило  тај  статус.Истичемо какав  је  дан</w:t>
            </w:r>
            <w:r w:rsidR="00CC6E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  значај  Средоземља  у</w:t>
            </w:r>
            <w:r w:rsidR="00CC6E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светским оквирима и  на  карт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 показује</w:t>
            </w:r>
            <w:r w:rsidR="00CC6E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 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CC6E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важније морске  луке  и  пловне путеве.</w:t>
            </w:r>
            <w:r w:rsidR="00CC6E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Наглашавамо  значај  туризма и  тражимо  од  ученика да  закључе  зашто  је  туризам развијен  у  толикој мери.Посебно  наглашавамо  проблем  загађења  Средоземног мора због  низа  прекомерних људских активности на  његовим  обалама.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CC6E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CC6EB9" w:rsidRDefault="00CC6EB9" w:rsidP="00CC6EB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Упућујемо  ученике  да  нав</w:t>
            </w:r>
            <w:r w:rsidR="00802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еду туристичке  центре  Јужне  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вропе и  евентуално  наведу  своје  утиске  о  боравку  у  њима.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530636" w:rsidRDefault="00CC6EB9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ЈУЖНА  ЕВРОПА:ДРУШТВЕНОГЕОГРАФСКЕ  ОДЛИКЕ</w:t>
            </w:r>
          </w:p>
          <w:p w:rsidR="00CC6EB9" w:rsidRPr="00CC6EB9" w:rsidRDefault="00CC6EB9" w:rsidP="0053063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</w:t>
            </w:r>
            <w:r w:rsidRPr="00CC6EB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ОРИЈЕНТАЦИЈА  КА  ТУРИЗМУ</w:t>
            </w:r>
          </w:p>
          <w:p w:rsidR="00530636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-културно-историјски споменици—Грчка.  Италија,  Шпанија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-Листа  светске  баштине—УНЕСКО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-морепловци—Колумбо.  Веспучи.  Магелан......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-160  мил.  становника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-романски  народи.Шпанци, Италијани,  Португалци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-словенски  народи: Срби,  Црногорци, Хрвати,  Словенци,  Македонци,  Бошњаци,  Бугари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остали народи:  Грци,  Албанци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-миграције</w:t>
            </w:r>
          </w:p>
          <w:p w:rsidR="00CC6EB9" w:rsidRDefault="00CC6EB9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802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Средоземље—„центар  света,  до  1492.—поморске  силе:Шпанија  и  Португалија</w:t>
            </w:r>
          </w:p>
          <w:p w:rsidR="00802D05" w:rsidRDefault="00802D05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-Суецки  канал  1869.—</w:t>
            </w:r>
            <w:r w:rsidR="00E16F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Средоземно  море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E16F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оново  постаје  „пролазно“  </w:t>
            </w:r>
            <w:bookmarkStart w:id="0" w:name="_GoBack"/>
            <w:bookmarkEnd w:id="0"/>
          </w:p>
          <w:p w:rsidR="00802D05" w:rsidRDefault="00802D05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-луке:Марсеј,  Ђенова,  Барселона.  Атина(Пиреј).  Истанбул...</w:t>
            </w:r>
          </w:p>
          <w:p w:rsidR="00802D05" w:rsidRDefault="00802D05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-туризам:  море,  клима, богата  културно-историјска  баштина, фолклор...</w:t>
            </w:r>
          </w:p>
          <w:p w:rsidR="00530636" w:rsidRPr="00802D05" w:rsidRDefault="00802D05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-загађење  мора</w:t>
            </w:r>
          </w:p>
          <w:p w:rsidR="00D6605E" w:rsidRPr="00606767" w:rsidRDefault="00D6605E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Pr="00802D05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177289"/>
    <w:rsid w:val="001C6C13"/>
    <w:rsid w:val="001D57CA"/>
    <w:rsid w:val="002365E8"/>
    <w:rsid w:val="003321C2"/>
    <w:rsid w:val="00391413"/>
    <w:rsid w:val="003A7B13"/>
    <w:rsid w:val="003C170C"/>
    <w:rsid w:val="003F1D6D"/>
    <w:rsid w:val="0045123D"/>
    <w:rsid w:val="00466279"/>
    <w:rsid w:val="00491F36"/>
    <w:rsid w:val="004C7CD5"/>
    <w:rsid w:val="00530636"/>
    <w:rsid w:val="00545C96"/>
    <w:rsid w:val="005F784B"/>
    <w:rsid w:val="00605D58"/>
    <w:rsid w:val="00606767"/>
    <w:rsid w:val="00657717"/>
    <w:rsid w:val="00664F16"/>
    <w:rsid w:val="00670648"/>
    <w:rsid w:val="006F2937"/>
    <w:rsid w:val="007906D8"/>
    <w:rsid w:val="007C1B99"/>
    <w:rsid w:val="007E6623"/>
    <w:rsid w:val="00802D05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6856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91DA0"/>
    <w:rsid w:val="00CC0911"/>
    <w:rsid w:val="00CC6EB9"/>
    <w:rsid w:val="00D012A5"/>
    <w:rsid w:val="00D0461E"/>
    <w:rsid w:val="00D6605E"/>
    <w:rsid w:val="00DB15CC"/>
    <w:rsid w:val="00DE65D7"/>
    <w:rsid w:val="00E16FB1"/>
    <w:rsid w:val="00E4334D"/>
    <w:rsid w:val="00EC77F2"/>
    <w:rsid w:val="00F05659"/>
    <w:rsid w:val="00F137B9"/>
    <w:rsid w:val="00F367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9C47F-AFA3-4A1E-9B39-FD282CAB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48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6</cp:revision>
  <cp:lastPrinted>2020-06-23T12:52:00Z</cp:lastPrinted>
  <dcterms:created xsi:type="dcterms:W3CDTF">2020-06-23T19:53:00Z</dcterms:created>
  <dcterms:modified xsi:type="dcterms:W3CDTF">2020-07-03T08:44:00Z</dcterms:modified>
</cp:coreProperties>
</file>